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084010" w:rsidP="00877CF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 w:rsidR="006D4124" w:rsidRPr="006D4124">
        <w:rPr>
          <w:rFonts w:hint="eastAsia"/>
          <w:noProof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Pr="00A663B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E22761" w:rsidRDefault="00E22761" w:rsidP="00E22761">
      <w:pPr>
        <w:rPr>
          <w:u w:val="single"/>
        </w:rPr>
      </w:pPr>
    </w:p>
    <w:p w:rsidR="00877CF2" w:rsidRPr="00092A93" w:rsidRDefault="00084010" w:rsidP="00C61FE4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倉敷市グラウンド・ゴルフ場</w:t>
      </w:r>
      <w:r w:rsidR="00E22761" w:rsidRPr="00E22761">
        <w:rPr>
          <w:rFonts w:hint="eastAsia"/>
          <w:color w:val="000000" w:themeColor="text1"/>
          <w:szCs w:val="21"/>
        </w:rPr>
        <w:t>指定管理者</w:t>
      </w:r>
      <w:r w:rsidR="00B236D0">
        <w:rPr>
          <w:rFonts w:hint="eastAsia"/>
          <w:color w:val="000000" w:themeColor="text1"/>
          <w:szCs w:val="21"/>
        </w:rPr>
        <w:t>選定</w:t>
      </w:r>
      <w:r w:rsidR="00E1103C" w:rsidRPr="00092A93">
        <w:rPr>
          <w:rFonts w:hint="eastAsia"/>
          <w:color w:val="000000" w:themeColor="text1"/>
          <w:szCs w:val="21"/>
        </w:rPr>
        <w:t>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084010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084010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084010">
              <w:rPr>
                <w:rFonts w:hint="eastAsia"/>
                <w:color w:val="000000" w:themeColor="text1"/>
                <w:sz w:val="18"/>
                <w:szCs w:val="18"/>
              </w:rPr>
              <w:t>倉敷市グラウンド・ゴルフ場</w:t>
            </w:r>
            <w:bookmarkStart w:id="0" w:name="_GoBack"/>
            <w:bookmarkEnd w:id="0"/>
            <w:r w:rsidR="00A663B2" w:rsidRPr="00A663B2"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6D4124" w:rsidP="00132059">
      <w:pPr>
        <w:jc w:val="left"/>
        <w:rPr>
          <w:szCs w:val="21"/>
        </w:rPr>
      </w:pPr>
      <w:r w:rsidRPr="006D4124">
        <w:rPr>
          <w:rFonts w:hint="eastAsia"/>
          <w:kern w:val="0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018" w:rsidRDefault="00A65018" w:rsidP="00DB5463">
      <w:r>
        <w:separator/>
      </w:r>
    </w:p>
  </w:endnote>
  <w:endnote w:type="continuationSeparator" w:id="0">
    <w:p w:rsidR="00A65018" w:rsidRDefault="00A65018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018" w:rsidRDefault="00A65018" w:rsidP="00DB5463">
      <w:r>
        <w:separator/>
      </w:r>
    </w:p>
  </w:footnote>
  <w:footnote w:type="continuationSeparator" w:id="0">
    <w:p w:rsidR="00A65018" w:rsidRDefault="00A65018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84010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85984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3D7943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86725"/>
    <w:rsid w:val="005A4326"/>
    <w:rsid w:val="005C7E7E"/>
    <w:rsid w:val="005F752F"/>
    <w:rsid w:val="00657246"/>
    <w:rsid w:val="00665BEF"/>
    <w:rsid w:val="006721A9"/>
    <w:rsid w:val="00683239"/>
    <w:rsid w:val="00687ED7"/>
    <w:rsid w:val="006D4124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521CB"/>
    <w:rsid w:val="00A65018"/>
    <w:rsid w:val="00A663B2"/>
    <w:rsid w:val="00A673B0"/>
    <w:rsid w:val="00A778ED"/>
    <w:rsid w:val="00A93620"/>
    <w:rsid w:val="00AB3C0B"/>
    <w:rsid w:val="00B236D0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61FE4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1630F"/>
    <w:rsid w:val="00E22761"/>
    <w:rsid w:val="00E354EC"/>
    <w:rsid w:val="00E5745A"/>
    <w:rsid w:val="00E65AAD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9F14-54CB-40BB-BC7D-3ADDC3FA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E064DB9F.dotm</Template>
  <TotalTime>18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内田　裕志</cp:lastModifiedBy>
  <cp:revision>18</cp:revision>
  <cp:lastPrinted>2014-06-18T23:40:00Z</cp:lastPrinted>
  <dcterms:created xsi:type="dcterms:W3CDTF">2014-06-17T02:14:00Z</dcterms:created>
  <dcterms:modified xsi:type="dcterms:W3CDTF">2021-05-19T05:55:00Z</dcterms:modified>
</cp:coreProperties>
</file>