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D49" w:rsidRDefault="00E1630F" w:rsidP="00877CF2">
      <w:pPr>
        <w:jc w:val="right"/>
      </w:pPr>
      <w:r>
        <w:rPr>
          <w:noProof/>
        </w:rPr>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397.35pt;margin-top:-35.85pt;width:91.9pt;height:25.2pt;z-index:251662336;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">
            <v:textbox>
              <w:txbxContent>
                <w:p w:rsidR="00BE0EB9" w:rsidRPr="00BA2130" w:rsidRDefault="0080066B" w:rsidP="00BE0EB9">
                  <w:pPr>
                    <w:jc w:val="center"/>
                    <w:rPr>
                      <w:rFonts w:ascii="ＭＳ ゴシック" w:eastAsia="ＭＳ ゴシック" w:hAnsi="ＭＳ ゴシック"/>
                      <w:color w:val="000000"/>
                    </w:rPr>
                  </w:pPr>
                  <w:r>
                    <w:rPr>
                      <w:rFonts w:ascii="ＭＳ ゴシック" w:eastAsia="ＭＳ ゴシック" w:hAnsi="ＭＳ ゴシック" w:hint="eastAsia"/>
                      <w:b/>
                      <w:color w:val="000000"/>
                    </w:rPr>
                    <w:t>別紙①</w:t>
                  </w:r>
                </w:p>
              </w:txbxContent>
            </v:textbox>
            <w10:wrap anchorx="margin"/>
          </v:shape>
        </w:pict>
      </w:r>
      <w:r w:rsidR="006D4124" w:rsidRPr="006D4124">
        <w:rPr>
          <w:rFonts w:hint="eastAsia"/>
          <w:noProof/>
        </w:rPr>
        <w:t>令和</w:t>
      </w:r>
      <w:r w:rsidR="00877CF2">
        <w:rPr>
          <w:rFonts w:hint="eastAsia"/>
        </w:rPr>
        <w:t xml:space="preserve">　　年　　月　　日</w:t>
      </w:r>
    </w:p>
    <w:p w:rsidR="00877CF2" w:rsidRDefault="00877CF2" w:rsidP="00877CF2">
      <w:pPr>
        <w:jc w:val="right"/>
      </w:pPr>
    </w:p>
    <w:p w:rsidR="00877CF2" w:rsidRDefault="00877CF2" w:rsidP="00877CF2">
      <w:pPr>
        <w:jc w:val="left"/>
      </w:pPr>
      <w:r>
        <w:rPr>
          <w:rFonts w:hint="eastAsia"/>
        </w:rPr>
        <w:t>岡山県社会保険労務士会　御中</w:t>
      </w:r>
    </w:p>
    <w:p w:rsidR="00877CF2" w:rsidRPr="00A663B2" w:rsidRDefault="00877CF2" w:rsidP="00877CF2">
      <w:pPr>
        <w:jc w:val="left"/>
      </w:pPr>
    </w:p>
    <w:p w:rsidR="00877CF2" w:rsidRDefault="008928E8" w:rsidP="00877CF2">
      <w:pPr>
        <w:wordWrap w:val="0"/>
        <w:jc w:val="right"/>
        <w:rPr>
          <w:u w:val="single"/>
        </w:rPr>
      </w:pPr>
      <w:r>
        <w:rPr>
          <w:rFonts w:hint="eastAsia"/>
        </w:rPr>
        <w:t>（</w:t>
      </w:r>
      <w:r w:rsidRPr="000E13EC">
        <w:rPr>
          <w:rFonts w:hint="eastAsia"/>
          <w:color w:val="000000" w:themeColor="text1"/>
        </w:rPr>
        <w:t>優先交渉団体名</w:t>
      </w:r>
      <w:r w:rsidR="00877CF2">
        <w:rPr>
          <w:rFonts w:hint="eastAsia"/>
        </w:rPr>
        <w:t>）</w:t>
      </w:r>
      <w:r w:rsidR="00877CF2">
        <w:rPr>
          <w:rFonts w:hint="eastAsia"/>
          <w:u w:val="single"/>
        </w:rPr>
        <w:t xml:space="preserve">　　　　　　　　　　　　　印</w:t>
      </w:r>
    </w:p>
    <w:p w:rsidR="00E22761" w:rsidRDefault="00E22761" w:rsidP="00E22761">
      <w:pPr>
        <w:rPr>
          <w:u w:val="single"/>
        </w:rPr>
      </w:pPr>
    </w:p>
    <w:p w:rsidR="00877CF2" w:rsidRPr="00092A93" w:rsidRDefault="00E22761" w:rsidP="00E1630F">
      <w:pPr>
        <w:rPr>
          <w:color w:val="000000" w:themeColor="text1"/>
          <w:szCs w:val="21"/>
        </w:rPr>
      </w:pPr>
      <w:bookmarkStart w:id="0" w:name="_GoBack"/>
      <w:bookmarkEnd w:id="0"/>
      <w:r w:rsidRPr="00E22761">
        <w:rPr>
          <w:rFonts w:hint="eastAsia"/>
          <w:color w:val="000000" w:themeColor="text1"/>
          <w:szCs w:val="21"/>
        </w:rPr>
        <w:t>児島市民交流センター及び児島市民交流センター第１駐車場，同第２駐車場，同第３駐車場指定管理者並びに児島図書館維持管理業務受託者</w:t>
      </w:r>
      <w:r w:rsidR="00B236D0">
        <w:rPr>
          <w:rFonts w:hint="eastAsia"/>
          <w:color w:val="000000" w:themeColor="text1"/>
          <w:szCs w:val="21"/>
        </w:rPr>
        <w:t>選定</w:t>
      </w:r>
      <w:r w:rsidR="00E1103C" w:rsidRPr="00092A93">
        <w:rPr>
          <w:rFonts w:hint="eastAsia"/>
          <w:color w:val="000000" w:themeColor="text1"/>
          <w:szCs w:val="21"/>
        </w:rPr>
        <w:t>に係る労働条件審査</w:t>
      </w:r>
    </w:p>
    <w:p w:rsidR="00877CF2" w:rsidRDefault="00877CF2" w:rsidP="00877CF2">
      <w:pPr>
        <w:jc w:val="center"/>
        <w:rPr>
          <w:szCs w:val="21"/>
        </w:rPr>
      </w:pPr>
    </w:p>
    <w:p w:rsidR="00877CF2" w:rsidRDefault="00877CF2" w:rsidP="00877CF2">
      <w:pPr>
        <w:jc w:val="center"/>
        <w:rPr>
          <w:b/>
          <w:sz w:val="24"/>
          <w:szCs w:val="24"/>
        </w:rPr>
      </w:pPr>
      <w:r w:rsidRPr="00877CF2">
        <w:rPr>
          <w:rFonts w:hint="eastAsia"/>
          <w:b/>
          <w:sz w:val="24"/>
          <w:szCs w:val="24"/>
        </w:rPr>
        <w:t>申　込　書</w:t>
      </w:r>
    </w:p>
    <w:p w:rsidR="00877CF2" w:rsidRDefault="00877CF2" w:rsidP="00877CF2">
      <w:pPr>
        <w:jc w:val="center"/>
        <w:rPr>
          <w:b/>
          <w:sz w:val="24"/>
          <w:szCs w:val="24"/>
        </w:rPr>
      </w:pPr>
    </w:p>
    <w:p w:rsidR="00877CF2" w:rsidRDefault="00877CF2" w:rsidP="00877CF2">
      <w:pPr>
        <w:jc w:val="left"/>
        <w:rPr>
          <w:szCs w:val="21"/>
        </w:rPr>
      </w:pPr>
      <w:r>
        <w:rPr>
          <w:rFonts w:hint="eastAsia"/>
          <w:szCs w:val="21"/>
        </w:rPr>
        <w:t>標</w:t>
      </w:r>
      <w:r w:rsidR="008C3789">
        <w:rPr>
          <w:rFonts w:hint="eastAsia"/>
          <w:szCs w:val="21"/>
        </w:rPr>
        <w:t>記の</w:t>
      </w:r>
      <w:r w:rsidR="008C3789" w:rsidRPr="00092A93">
        <w:rPr>
          <w:rFonts w:hint="eastAsia"/>
          <w:color w:val="000000" w:themeColor="text1"/>
          <w:szCs w:val="21"/>
        </w:rPr>
        <w:t>労働条件審査</w:t>
      </w:r>
      <w:r w:rsidRPr="00877CF2">
        <w:rPr>
          <w:rFonts w:hint="eastAsia"/>
          <w:szCs w:val="21"/>
        </w:rPr>
        <w:t>について、申し込みます。</w:t>
      </w:r>
    </w:p>
    <w:tbl>
      <w:tblPr>
        <w:tblStyle w:val="a3"/>
        <w:tblW w:w="0" w:type="auto"/>
        <w:jc w:val="center"/>
        <w:tblLook w:val="04A0" w:firstRow="1" w:lastRow="0" w:firstColumn="1" w:lastColumn="0" w:noHBand="0" w:noVBand="1"/>
      </w:tblPr>
      <w:tblGrid>
        <w:gridCol w:w="2123"/>
        <w:gridCol w:w="2123"/>
        <w:gridCol w:w="2124"/>
        <w:gridCol w:w="2124"/>
      </w:tblGrid>
      <w:tr w:rsidR="00877CF2" w:rsidTr="00877CF2">
        <w:trPr>
          <w:jc w:val="center"/>
        </w:trPr>
        <w:tc>
          <w:tcPr>
            <w:tcW w:w="2123" w:type="dxa"/>
            <w:vAlign w:val="center"/>
          </w:tcPr>
          <w:p w:rsidR="00877CF2" w:rsidRPr="00092A93" w:rsidRDefault="00E1103C" w:rsidP="00877CF2">
            <w:pPr>
              <w:jc w:val="center"/>
              <w:rPr>
                <w:color w:val="000000" w:themeColor="text1"/>
                <w:szCs w:val="21"/>
              </w:rPr>
            </w:pPr>
            <w:r w:rsidRPr="00092A93">
              <w:rPr>
                <w:rFonts w:hint="eastAsia"/>
                <w:color w:val="000000" w:themeColor="text1"/>
                <w:szCs w:val="21"/>
              </w:rPr>
              <w:t>団体</w:t>
            </w:r>
            <w:r w:rsidR="00877CF2" w:rsidRPr="00092A93">
              <w:rPr>
                <w:rFonts w:hint="eastAsia"/>
                <w:color w:val="000000" w:themeColor="text1"/>
                <w:szCs w:val="21"/>
              </w:rPr>
              <w:t>名</w:t>
            </w:r>
          </w:p>
        </w:tc>
        <w:tc>
          <w:tcPr>
            <w:tcW w:w="6371" w:type="dxa"/>
            <w:gridSpan w:val="3"/>
          </w:tcPr>
          <w:p w:rsidR="00877CF2" w:rsidRDefault="00877CF2" w:rsidP="00877CF2">
            <w:pPr>
              <w:jc w:val="left"/>
              <w:rPr>
                <w:szCs w:val="21"/>
              </w:rPr>
            </w:pPr>
          </w:p>
          <w:p w:rsidR="00877CF2" w:rsidRDefault="00877CF2" w:rsidP="00877CF2">
            <w:pPr>
              <w:jc w:val="left"/>
              <w:rPr>
                <w:szCs w:val="21"/>
              </w:rPr>
            </w:pPr>
          </w:p>
        </w:tc>
      </w:tr>
      <w:tr w:rsidR="00877CF2" w:rsidTr="00877CF2">
        <w:trPr>
          <w:jc w:val="center"/>
        </w:trPr>
        <w:tc>
          <w:tcPr>
            <w:tcW w:w="2123" w:type="dxa"/>
            <w:vAlign w:val="center"/>
          </w:tcPr>
          <w:p w:rsidR="00877CF2" w:rsidRDefault="00877CF2" w:rsidP="00877CF2">
            <w:pPr>
              <w:jc w:val="center"/>
              <w:rPr>
                <w:szCs w:val="21"/>
              </w:rPr>
            </w:pPr>
            <w:r>
              <w:rPr>
                <w:rFonts w:hint="eastAsia"/>
                <w:szCs w:val="21"/>
              </w:rPr>
              <w:t>所在地</w:t>
            </w:r>
          </w:p>
        </w:tc>
        <w:tc>
          <w:tcPr>
            <w:tcW w:w="6371" w:type="dxa"/>
            <w:gridSpan w:val="3"/>
          </w:tcPr>
          <w:p w:rsidR="00877CF2" w:rsidRDefault="00877CF2" w:rsidP="00877CF2">
            <w:pPr>
              <w:jc w:val="left"/>
              <w:rPr>
                <w:szCs w:val="21"/>
              </w:rPr>
            </w:pPr>
            <w:r>
              <w:rPr>
                <w:rFonts w:hint="eastAsia"/>
                <w:szCs w:val="21"/>
              </w:rPr>
              <w:t>〒</w:t>
            </w:r>
          </w:p>
          <w:p w:rsidR="00877CF2" w:rsidRDefault="00877CF2" w:rsidP="00877CF2">
            <w:pPr>
              <w:jc w:val="left"/>
              <w:rPr>
                <w:szCs w:val="21"/>
              </w:rPr>
            </w:pPr>
          </w:p>
        </w:tc>
      </w:tr>
      <w:tr w:rsidR="00877CF2" w:rsidTr="00DE2E09">
        <w:trPr>
          <w:jc w:val="center"/>
        </w:trPr>
        <w:tc>
          <w:tcPr>
            <w:tcW w:w="2123" w:type="dxa"/>
            <w:vAlign w:val="center"/>
          </w:tcPr>
          <w:p w:rsidR="00877CF2" w:rsidRDefault="00877CF2" w:rsidP="00DE2E09">
            <w:pPr>
              <w:jc w:val="center"/>
              <w:rPr>
                <w:szCs w:val="21"/>
              </w:rPr>
            </w:pPr>
            <w:r>
              <w:rPr>
                <w:rFonts w:hint="eastAsia"/>
                <w:szCs w:val="21"/>
              </w:rPr>
              <w:t>電話番号</w:t>
            </w:r>
          </w:p>
        </w:tc>
        <w:tc>
          <w:tcPr>
            <w:tcW w:w="2123" w:type="dxa"/>
          </w:tcPr>
          <w:p w:rsidR="00877CF2" w:rsidRDefault="00877CF2" w:rsidP="00877CF2">
            <w:pPr>
              <w:jc w:val="left"/>
              <w:rPr>
                <w:szCs w:val="21"/>
              </w:rPr>
            </w:pPr>
          </w:p>
          <w:p w:rsidR="00DE2E09" w:rsidRDefault="00DE2E09" w:rsidP="00877CF2">
            <w:pPr>
              <w:jc w:val="left"/>
              <w:rPr>
                <w:szCs w:val="21"/>
              </w:rPr>
            </w:pPr>
          </w:p>
        </w:tc>
        <w:tc>
          <w:tcPr>
            <w:tcW w:w="2124" w:type="dxa"/>
            <w:vAlign w:val="center"/>
          </w:tcPr>
          <w:p w:rsidR="00877CF2" w:rsidRDefault="00877CF2" w:rsidP="00DE2E09">
            <w:pPr>
              <w:jc w:val="center"/>
              <w:rPr>
                <w:szCs w:val="21"/>
              </w:rPr>
            </w:pPr>
            <w:r>
              <w:rPr>
                <w:rFonts w:hint="eastAsia"/>
                <w:szCs w:val="21"/>
              </w:rPr>
              <w:t>FAX</w:t>
            </w:r>
            <w:r>
              <w:rPr>
                <w:rFonts w:hint="eastAsia"/>
                <w:szCs w:val="21"/>
              </w:rPr>
              <w:t>番号</w:t>
            </w:r>
          </w:p>
        </w:tc>
        <w:tc>
          <w:tcPr>
            <w:tcW w:w="2124" w:type="dxa"/>
          </w:tcPr>
          <w:p w:rsidR="00877CF2" w:rsidRDefault="00877CF2" w:rsidP="00877CF2">
            <w:pPr>
              <w:jc w:val="left"/>
              <w:rPr>
                <w:szCs w:val="21"/>
              </w:rPr>
            </w:pPr>
          </w:p>
          <w:p w:rsidR="00DE2E09" w:rsidRDefault="00DE2E09" w:rsidP="00877CF2">
            <w:pPr>
              <w:jc w:val="left"/>
              <w:rPr>
                <w:szCs w:val="21"/>
              </w:rPr>
            </w:pPr>
          </w:p>
        </w:tc>
      </w:tr>
      <w:tr w:rsidR="00877CF2" w:rsidTr="00DE2E09">
        <w:trPr>
          <w:jc w:val="center"/>
        </w:trPr>
        <w:tc>
          <w:tcPr>
            <w:tcW w:w="2123" w:type="dxa"/>
            <w:vAlign w:val="center"/>
          </w:tcPr>
          <w:p w:rsidR="00877CF2" w:rsidRDefault="00877CF2" w:rsidP="00DE2E09">
            <w:pPr>
              <w:jc w:val="center"/>
              <w:rPr>
                <w:szCs w:val="21"/>
              </w:rPr>
            </w:pPr>
            <w:r>
              <w:rPr>
                <w:rFonts w:hint="eastAsia"/>
                <w:szCs w:val="21"/>
              </w:rPr>
              <w:t>担当部署</w:t>
            </w:r>
          </w:p>
        </w:tc>
        <w:tc>
          <w:tcPr>
            <w:tcW w:w="2123" w:type="dxa"/>
          </w:tcPr>
          <w:p w:rsidR="00877CF2" w:rsidRDefault="00877CF2" w:rsidP="00877CF2">
            <w:pPr>
              <w:jc w:val="left"/>
              <w:rPr>
                <w:szCs w:val="21"/>
              </w:rPr>
            </w:pPr>
          </w:p>
          <w:p w:rsidR="00DE2E09" w:rsidRDefault="00DE2E09" w:rsidP="00877CF2">
            <w:pPr>
              <w:jc w:val="left"/>
              <w:rPr>
                <w:szCs w:val="21"/>
              </w:rPr>
            </w:pPr>
          </w:p>
        </w:tc>
        <w:tc>
          <w:tcPr>
            <w:tcW w:w="2124" w:type="dxa"/>
            <w:vAlign w:val="center"/>
          </w:tcPr>
          <w:p w:rsidR="00877CF2" w:rsidRDefault="00877CF2" w:rsidP="00DE2E09">
            <w:pPr>
              <w:jc w:val="center"/>
              <w:rPr>
                <w:szCs w:val="21"/>
              </w:rPr>
            </w:pPr>
            <w:r>
              <w:rPr>
                <w:rFonts w:hint="eastAsia"/>
                <w:szCs w:val="21"/>
              </w:rPr>
              <w:t>担当者</w:t>
            </w:r>
          </w:p>
        </w:tc>
        <w:tc>
          <w:tcPr>
            <w:tcW w:w="2124" w:type="dxa"/>
          </w:tcPr>
          <w:p w:rsidR="00877CF2" w:rsidRDefault="00877CF2" w:rsidP="00877CF2">
            <w:pPr>
              <w:jc w:val="left"/>
              <w:rPr>
                <w:szCs w:val="21"/>
              </w:rPr>
            </w:pPr>
          </w:p>
        </w:tc>
      </w:tr>
      <w:tr w:rsidR="00DE2E09" w:rsidTr="00DE2E09">
        <w:trPr>
          <w:jc w:val="center"/>
        </w:trPr>
        <w:tc>
          <w:tcPr>
            <w:tcW w:w="2123" w:type="dxa"/>
            <w:vAlign w:val="center"/>
          </w:tcPr>
          <w:p w:rsidR="00DE2E09" w:rsidRDefault="00DE2E09" w:rsidP="00DE2E09">
            <w:pPr>
              <w:jc w:val="center"/>
              <w:rPr>
                <w:szCs w:val="21"/>
              </w:rPr>
            </w:pPr>
            <w:r>
              <w:rPr>
                <w:rFonts w:hint="eastAsia"/>
                <w:szCs w:val="21"/>
              </w:rPr>
              <w:t>電子メール</w:t>
            </w:r>
          </w:p>
        </w:tc>
        <w:tc>
          <w:tcPr>
            <w:tcW w:w="6371" w:type="dxa"/>
            <w:gridSpan w:val="3"/>
            <w:vAlign w:val="center"/>
          </w:tcPr>
          <w:p w:rsidR="00DE2E09" w:rsidRDefault="00E1630F" w:rsidP="00877CF2">
            <w:pPr>
              <w:jc w:val="left"/>
              <w:rPr>
                <w:szCs w:val="21"/>
              </w:rPr>
            </w:pPr>
            <w:r>
              <w:rPr>
                <w:noProof/>
                <w:szCs w:val="21"/>
              </w:rPr>
              <w:pict>
                <v:shape id="テキスト ボックス 2" o:spid="_x0000_s1026" type="#_x0000_t202" style="position:absolute;margin-left:115.45pt;margin-top:8.1pt;width:26.25pt;height:21pt;z-index:251659264;visibility:visible;mso-wrap-distance-top:3.6pt;mso-wrap-distance-bottom:3.6pt;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" stroked="f">
                  <v:textbox>
                    <w:txbxContent>
                      <w:p w:rsidR="008F4CE1" w:rsidRDefault="008F4CE1">
                        <w:r>
                          <w:rPr>
                            <w:rFonts w:hint="eastAsia"/>
                          </w:rPr>
                          <w:t>＠</w:t>
                        </w:r>
                      </w:p>
                    </w:txbxContent>
                  </v:textbox>
                  <w10:wrap type="square"/>
                </v:shape>
              </w:pict>
            </w:r>
          </w:p>
          <w:p w:rsidR="00DE2E09" w:rsidRDefault="00DE2E09" w:rsidP="00877CF2">
            <w:pPr>
              <w:jc w:val="left"/>
              <w:rPr>
                <w:szCs w:val="21"/>
              </w:rPr>
            </w:pPr>
          </w:p>
        </w:tc>
      </w:tr>
      <w:tr w:rsidR="00DE2E09" w:rsidTr="00DE2E09">
        <w:trPr>
          <w:jc w:val="center"/>
        </w:trPr>
        <w:tc>
          <w:tcPr>
            <w:tcW w:w="2123" w:type="dxa"/>
            <w:vAlign w:val="center"/>
          </w:tcPr>
          <w:p w:rsidR="00DE2E09" w:rsidRDefault="00DE2E09" w:rsidP="00DE2E09">
            <w:pPr>
              <w:jc w:val="center"/>
              <w:rPr>
                <w:szCs w:val="21"/>
              </w:rPr>
            </w:pPr>
            <w:r>
              <w:rPr>
                <w:rFonts w:hint="eastAsia"/>
                <w:szCs w:val="21"/>
              </w:rPr>
              <w:t>業　種</w:t>
            </w:r>
          </w:p>
        </w:tc>
        <w:tc>
          <w:tcPr>
            <w:tcW w:w="6371" w:type="dxa"/>
            <w:gridSpan w:val="3"/>
          </w:tcPr>
          <w:p w:rsidR="00DE2E09" w:rsidRDefault="00DE2E09" w:rsidP="00877CF2">
            <w:pPr>
              <w:jc w:val="left"/>
              <w:rPr>
                <w:szCs w:val="21"/>
              </w:rPr>
            </w:pPr>
          </w:p>
          <w:p w:rsidR="00DE2E09" w:rsidRDefault="00DE2E09" w:rsidP="00877CF2">
            <w:pPr>
              <w:jc w:val="left"/>
              <w:rPr>
                <w:szCs w:val="21"/>
              </w:rPr>
            </w:pPr>
          </w:p>
        </w:tc>
      </w:tr>
      <w:tr w:rsidR="00DE2E09" w:rsidTr="00C7740B">
        <w:trPr>
          <w:jc w:val="center"/>
        </w:trPr>
        <w:tc>
          <w:tcPr>
            <w:tcW w:w="2123" w:type="dxa"/>
            <w:vAlign w:val="center"/>
          </w:tcPr>
          <w:p w:rsidR="008C749F" w:rsidRDefault="00DE2E09" w:rsidP="008C749F">
            <w:pPr>
              <w:jc w:val="center"/>
              <w:rPr>
                <w:szCs w:val="21"/>
              </w:rPr>
            </w:pPr>
            <w:r>
              <w:rPr>
                <w:rFonts w:hint="eastAsia"/>
                <w:szCs w:val="21"/>
              </w:rPr>
              <w:t>従業員数</w:t>
            </w:r>
          </w:p>
        </w:tc>
        <w:tc>
          <w:tcPr>
            <w:tcW w:w="6371" w:type="dxa"/>
            <w:gridSpan w:val="3"/>
            <w:tcBorders>
              <w:bottom w:val="single" w:sz="4" w:space="0" w:color="auto"/>
            </w:tcBorders>
          </w:tcPr>
          <w:p w:rsidR="00DE2E09" w:rsidRDefault="00DE2E09" w:rsidP="00877CF2">
            <w:pPr>
              <w:jc w:val="left"/>
              <w:rPr>
                <w:szCs w:val="21"/>
              </w:rPr>
            </w:pPr>
          </w:p>
          <w:p w:rsidR="00132059" w:rsidRDefault="00E1630F" w:rsidP="00877CF2">
            <w:pPr>
              <w:jc w:val="left"/>
              <w:rPr>
                <w:szCs w:val="21"/>
              </w:rPr>
            </w:pPr>
            <w:r>
              <w:rPr>
                <w:noProof/>
                <w:szCs w:val="21"/>
              </w:rPr>
              <w:pict>
                <v:shape id="_x0000_s1027" type="#_x0000_t202" style="position:absolute;margin-left:60.1pt;margin-top:-10.5pt;width:225.45pt;height:21pt;z-index:25166131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" stroked="f">
                  <v:textbox>
                    <w:txbxContent>
                      <w:p w:rsidR="008F4CE1" w:rsidRPr="00AB3C0B" w:rsidRDefault="008F4CE1" w:rsidP="008F4CE1">
                        <w:pPr>
                          <w:rPr>
                            <w:color w:val="000000" w:themeColor="text1"/>
                          </w:rPr>
                        </w:pPr>
                        <w:r>
                          <w:rPr>
                            <w:rFonts w:hint="eastAsia"/>
                          </w:rPr>
                          <w:t>人</w:t>
                        </w:r>
                        <w:r w:rsidR="00D0562E">
                          <w:rPr>
                            <w:rFonts w:hint="eastAsia"/>
                          </w:rPr>
                          <w:t xml:space="preserve">　　</w:t>
                        </w:r>
                        <w:r w:rsidR="00D0562E" w:rsidRPr="00AB3C0B">
                          <w:rPr>
                            <w:rFonts w:hint="eastAsia"/>
                            <w:color w:val="000000" w:themeColor="text1"/>
                          </w:rPr>
                          <w:t>（企業全体　　　　　　　人）</w:t>
                        </w:r>
                      </w:p>
                      <w:p w:rsidR="00D0562E" w:rsidRDefault="00D0562E" w:rsidP="008F4CE1"/>
                      <w:p w:rsidR="00D0562E" w:rsidRDefault="00D0562E" w:rsidP="008F4CE1"/>
                    </w:txbxContent>
                  </v:textbox>
                  <w10:wrap type="square"/>
                </v:shape>
              </w:pict>
            </w:r>
          </w:p>
        </w:tc>
      </w:tr>
      <w:tr w:rsidR="00DE2E09" w:rsidTr="00474031">
        <w:trPr>
          <w:trHeight w:val="775"/>
          <w:jc w:val="center"/>
        </w:trPr>
        <w:tc>
          <w:tcPr>
            <w:tcW w:w="2123" w:type="dxa"/>
            <w:vAlign w:val="center"/>
          </w:tcPr>
          <w:p w:rsidR="00DE2E09" w:rsidRDefault="00DE2E09" w:rsidP="00DE2E09">
            <w:pPr>
              <w:jc w:val="center"/>
              <w:rPr>
                <w:szCs w:val="21"/>
              </w:rPr>
            </w:pPr>
            <w:r>
              <w:rPr>
                <w:rFonts w:hint="eastAsia"/>
                <w:szCs w:val="21"/>
              </w:rPr>
              <w:t>雇用形態</w:t>
            </w:r>
          </w:p>
        </w:tc>
        <w:tc>
          <w:tcPr>
            <w:tcW w:w="6371" w:type="dxa"/>
            <w:gridSpan w:val="3"/>
            <w:tcBorders>
              <w:bottom w:val="single" w:sz="4" w:space="0" w:color="auto"/>
            </w:tcBorders>
            <w:vAlign w:val="center"/>
          </w:tcPr>
          <w:p w:rsidR="00DE2E09" w:rsidRPr="00092A93" w:rsidRDefault="00092A93" w:rsidP="00092A93">
            <w:pPr>
              <w:ind w:leftChars="100" w:left="750" w:hangingChars="300" w:hanging="540"/>
              <w:rPr>
                <w:color w:val="000000" w:themeColor="text1"/>
                <w:sz w:val="18"/>
                <w:szCs w:val="18"/>
              </w:rPr>
            </w:pPr>
            <w:r>
              <w:rPr>
                <w:rFonts w:hint="eastAsia"/>
                <w:color w:val="000000" w:themeColor="text1"/>
                <w:sz w:val="18"/>
                <w:szCs w:val="18"/>
              </w:rPr>
              <w:t xml:space="preserve">別添　</w:t>
            </w:r>
            <w:r w:rsidR="00A663B2" w:rsidRPr="00A663B2">
              <w:rPr>
                <w:rFonts w:hint="eastAsia"/>
                <w:color w:val="000000" w:themeColor="text1"/>
                <w:sz w:val="18"/>
                <w:szCs w:val="18"/>
              </w:rPr>
              <w:t>児島市民交流センター及び児島市民交流センター第１駐車場，同第２駐車場，同第３駐車場指定管理並びに児島図書館維持管理業務及びこれに付随する契約業務に関する人員構成</w:t>
            </w:r>
            <w:r w:rsidR="00DA5AA1">
              <w:rPr>
                <w:rFonts w:hint="eastAsia"/>
                <w:color w:val="000000" w:themeColor="text1"/>
                <w:sz w:val="18"/>
                <w:szCs w:val="18"/>
              </w:rPr>
              <w:t>（別紙②</w:t>
            </w:r>
            <w:r>
              <w:rPr>
                <w:rFonts w:hint="eastAsia"/>
                <w:color w:val="000000" w:themeColor="text1"/>
                <w:sz w:val="18"/>
                <w:szCs w:val="18"/>
              </w:rPr>
              <w:t>）</w:t>
            </w:r>
          </w:p>
        </w:tc>
      </w:tr>
    </w:tbl>
    <w:p w:rsidR="00877CF2" w:rsidRPr="00377DB9" w:rsidRDefault="008C749F" w:rsidP="00687ED7">
      <w:pPr>
        <w:ind w:leftChars="1100" w:left="2730" w:hangingChars="200" w:hanging="420"/>
        <w:jc w:val="left"/>
        <w:rPr>
          <w:color w:val="000000" w:themeColor="text1"/>
          <w:szCs w:val="21"/>
        </w:rPr>
      </w:pPr>
      <w:r w:rsidRPr="00377DB9">
        <w:rPr>
          <w:rFonts w:hint="eastAsia"/>
          <w:color w:val="000000" w:themeColor="text1"/>
          <w:szCs w:val="21"/>
        </w:rPr>
        <w:t>※　従業員数は、指定管理者応募事業所の人数</w:t>
      </w:r>
      <w:r w:rsidR="00687ED7">
        <w:rPr>
          <w:rFonts w:hint="eastAsia"/>
          <w:color w:val="000000" w:themeColor="text1"/>
          <w:szCs w:val="21"/>
        </w:rPr>
        <w:t>及び企業全体の人数</w:t>
      </w:r>
      <w:r w:rsidRPr="00377DB9">
        <w:rPr>
          <w:rFonts w:hint="eastAsia"/>
          <w:color w:val="000000" w:themeColor="text1"/>
          <w:szCs w:val="21"/>
        </w:rPr>
        <w:t>を記入して下さい</w:t>
      </w:r>
    </w:p>
    <w:p w:rsidR="00132059" w:rsidRPr="00132059" w:rsidRDefault="00132059" w:rsidP="00877CF2">
      <w:pPr>
        <w:jc w:val="left"/>
        <w:rPr>
          <w:szCs w:val="21"/>
          <w:u w:val="dotted"/>
        </w:rPr>
      </w:pPr>
      <w:r>
        <w:rPr>
          <w:rFonts w:hint="eastAsia"/>
          <w:szCs w:val="21"/>
          <w:u w:val="dotted"/>
        </w:rPr>
        <w:t xml:space="preserve">　　　　　　　　　　　　　　　　　　　　　　　　　　　　　　　　　　　　　　　　　　</w:t>
      </w:r>
    </w:p>
    <w:p w:rsidR="00132059" w:rsidRDefault="00132059" w:rsidP="00132059">
      <w:pPr>
        <w:jc w:val="center"/>
        <w:rPr>
          <w:b/>
          <w:sz w:val="24"/>
          <w:szCs w:val="24"/>
        </w:rPr>
      </w:pPr>
    </w:p>
    <w:p w:rsidR="00132059" w:rsidRDefault="00132059" w:rsidP="00132059">
      <w:pPr>
        <w:jc w:val="center"/>
        <w:rPr>
          <w:b/>
          <w:sz w:val="24"/>
          <w:szCs w:val="24"/>
        </w:rPr>
      </w:pPr>
      <w:r>
        <w:rPr>
          <w:rFonts w:hint="eastAsia"/>
          <w:b/>
          <w:sz w:val="24"/>
          <w:szCs w:val="24"/>
        </w:rPr>
        <w:t>受　付　票</w:t>
      </w:r>
    </w:p>
    <w:p w:rsidR="00132059" w:rsidRPr="00132059" w:rsidRDefault="00132059" w:rsidP="00132059">
      <w:pPr>
        <w:jc w:val="center"/>
        <w:rPr>
          <w:b/>
          <w:szCs w:val="21"/>
        </w:rPr>
      </w:pPr>
    </w:p>
    <w:p w:rsidR="00132059" w:rsidRDefault="00132059" w:rsidP="00132059">
      <w:pPr>
        <w:jc w:val="left"/>
        <w:rPr>
          <w:szCs w:val="21"/>
        </w:rPr>
      </w:pPr>
      <w:r w:rsidRPr="00132059">
        <w:rPr>
          <w:rFonts w:hint="eastAsia"/>
          <w:szCs w:val="21"/>
        </w:rPr>
        <w:t>上記のお申込みを受付いたしました。</w:t>
      </w:r>
    </w:p>
    <w:p w:rsidR="00132059" w:rsidRDefault="00132059" w:rsidP="00132059">
      <w:pPr>
        <w:jc w:val="left"/>
        <w:rPr>
          <w:szCs w:val="21"/>
        </w:rPr>
      </w:pPr>
    </w:p>
    <w:p w:rsidR="00132059" w:rsidRDefault="006D4124" w:rsidP="00132059">
      <w:pPr>
        <w:jc w:val="left"/>
        <w:rPr>
          <w:szCs w:val="21"/>
        </w:rPr>
      </w:pPr>
      <w:r w:rsidRPr="006D4124">
        <w:rPr>
          <w:rFonts w:hint="eastAsia"/>
          <w:kern w:val="0"/>
        </w:rPr>
        <w:t>令和</w:t>
      </w:r>
      <w:r w:rsidR="00132059">
        <w:rPr>
          <w:rFonts w:hint="eastAsia"/>
          <w:szCs w:val="21"/>
        </w:rPr>
        <w:t xml:space="preserve">　　年　　月　　日</w:t>
      </w:r>
    </w:p>
    <w:p w:rsidR="00132059" w:rsidRDefault="00132059" w:rsidP="00132059">
      <w:pPr>
        <w:jc w:val="left"/>
        <w:rPr>
          <w:szCs w:val="21"/>
        </w:rPr>
      </w:pPr>
    </w:p>
    <w:p w:rsidR="00132059" w:rsidRPr="00132059" w:rsidRDefault="00132059" w:rsidP="00132059">
      <w:pPr>
        <w:jc w:val="right"/>
        <w:rPr>
          <w:szCs w:val="21"/>
        </w:rPr>
      </w:pPr>
      <w:r>
        <w:rPr>
          <w:rFonts w:hint="eastAsia"/>
          <w:szCs w:val="21"/>
        </w:rPr>
        <w:t>岡山県社会保険労務士会</w:t>
      </w:r>
    </w:p>
    <w:sectPr w:rsidR="00132059" w:rsidRPr="00132059" w:rsidSect="0013205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018" w:rsidRDefault="00A65018" w:rsidP="00DB5463">
      <w:r>
        <w:separator/>
      </w:r>
    </w:p>
  </w:endnote>
  <w:endnote w:type="continuationSeparator" w:id="0">
    <w:p w:rsidR="00A65018" w:rsidRDefault="00A65018" w:rsidP="00DB5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018" w:rsidRDefault="00A65018" w:rsidP="00DB5463">
      <w:r>
        <w:separator/>
      </w:r>
    </w:p>
  </w:footnote>
  <w:footnote w:type="continuationSeparator" w:id="0">
    <w:p w:rsidR="00A65018" w:rsidRDefault="00A65018" w:rsidP="00DB54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77CF2"/>
    <w:rsid w:val="00003946"/>
    <w:rsid w:val="00005B27"/>
    <w:rsid w:val="0002676C"/>
    <w:rsid w:val="00032210"/>
    <w:rsid w:val="00047BAD"/>
    <w:rsid w:val="00051086"/>
    <w:rsid w:val="00073AF8"/>
    <w:rsid w:val="00092682"/>
    <w:rsid w:val="00092A93"/>
    <w:rsid w:val="000C3470"/>
    <w:rsid w:val="000E13EC"/>
    <w:rsid w:val="000E68A3"/>
    <w:rsid w:val="0011180D"/>
    <w:rsid w:val="00132059"/>
    <w:rsid w:val="00142D06"/>
    <w:rsid w:val="00147667"/>
    <w:rsid w:val="00151FD9"/>
    <w:rsid w:val="00155AC6"/>
    <w:rsid w:val="00185984"/>
    <w:rsid w:val="001E7327"/>
    <w:rsid w:val="001E7F83"/>
    <w:rsid w:val="00222941"/>
    <w:rsid w:val="0024363C"/>
    <w:rsid w:val="002549A4"/>
    <w:rsid w:val="00266A2D"/>
    <w:rsid w:val="00276064"/>
    <w:rsid w:val="00281C4F"/>
    <w:rsid w:val="002921DC"/>
    <w:rsid w:val="002A3E54"/>
    <w:rsid w:val="002E05D4"/>
    <w:rsid w:val="002E696E"/>
    <w:rsid w:val="003057CC"/>
    <w:rsid w:val="00312CBD"/>
    <w:rsid w:val="00326111"/>
    <w:rsid w:val="00343B93"/>
    <w:rsid w:val="00356296"/>
    <w:rsid w:val="00365B48"/>
    <w:rsid w:val="00377DB9"/>
    <w:rsid w:val="0038126E"/>
    <w:rsid w:val="0039339A"/>
    <w:rsid w:val="003A51FC"/>
    <w:rsid w:val="003D7943"/>
    <w:rsid w:val="00415974"/>
    <w:rsid w:val="00474031"/>
    <w:rsid w:val="00482F25"/>
    <w:rsid w:val="004C0407"/>
    <w:rsid w:val="004C5896"/>
    <w:rsid w:val="004E60A7"/>
    <w:rsid w:val="004F1E4F"/>
    <w:rsid w:val="004F2D75"/>
    <w:rsid w:val="004F7AB0"/>
    <w:rsid w:val="005161FA"/>
    <w:rsid w:val="005167AD"/>
    <w:rsid w:val="005179A5"/>
    <w:rsid w:val="00520AD8"/>
    <w:rsid w:val="0052279E"/>
    <w:rsid w:val="00536C34"/>
    <w:rsid w:val="00570C99"/>
    <w:rsid w:val="0058354F"/>
    <w:rsid w:val="00586725"/>
    <w:rsid w:val="005A4326"/>
    <w:rsid w:val="005C7E7E"/>
    <w:rsid w:val="005F752F"/>
    <w:rsid w:val="00657246"/>
    <w:rsid w:val="00665BEF"/>
    <w:rsid w:val="006721A9"/>
    <w:rsid w:val="00683239"/>
    <w:rsid w:val="00687ED7"/>
    <w:rsid w:val="006D4124"/>
    <w:rsid w:val="006E70AD"/>
    <w:rsid w:val="006F6D44"/>
    <w:rsid w:val="00705505"/>
    <w:rsid w:val="00706D2E"/>
    <w:rsid w:val="00714E84"/>
    <w:rsid w:val="00715640"/>
    <w:rsid w:val="00732C72"/>
    <w:rsid w:val="00795FFB"/>
    <w:rsid w:val="007A4F2F"/>
    <w:rsid w:val="007A6D9D"/>
    <w:rsid w:val="007B1DBF"/>
    <w:rsid w:val="0080066B"/>
    <w:rsid w:val="008422EE"/>
    <w:rsid w:val="0087738A"/>
    <w:rsid w:val="00877CF2"/>
    <w:rsid w:val="008928E8"/>
    <w:rsid w:val="008A4E2F"/>
    <w:rsid w:val="008C3789"/>
    <w:rsid w:val="008C458D"/>
    <w:rsid w:val="008C749F"/>
    <w:rsid w:val="008F4CE1"/>
    <w:rsid w:val="0091300E"/>
    <w:rsid w:val="009A0A02"/>
    <w:rsid w:val="009B2296"/>
    <w:rsid w:val="009E2A67"/>
    <w:rsid w:val="009F762D"/>
    <w:rsid w:val="00A208D6"/>
    <w:rsid w:val="00A521CB"/>
    <w:rsid w:val="00A65018"/>
    <w:rsid w:val="00A663B2"/>
    <w:rsid w:val="00A673B0"/>
    <w:rsid w:val="00A778ED"/>
    <w:rsid w:val="00A93620"/>
    <w:rsid w:val="00AB3C0B"/>
    <w:rsid w:val="00B236D0"/>
    <w:rsid w:val="00B24125"/>
    <w:rsid w:val="00B45EFD"/>
    <w:rsid w:val="00B616C1"/>
    <w:rsid w:val="00B741F8"/>
    <w:rsid w:val="00BA12F8"/>
    <w:rsid w:val="00BA5050"/>
    <w:rsid w:val="00BE0EB9"/>
    <w:rsid w:val="00C07CB8"/>
    <w:rsid w:val="00C57FDA"/>
    <w:rsid w:val="00C7740B"/>
    <w:rsid w:val="00CB72BF"/>
    <w:rsid w:val="00D0562E"/>
    <w:rsid w:val="00D37FDC"/>
    <w:rsid w:val="00D40D49"/>
    <w:rsid w:val="00D50B58"/>
    <w:rsid w:val="00D66CBF"/>
    <w:rsid w:val="00D73418"/>
    <w:rsid w:val="00DA5AA1"/>
    <w:rsid w:val="00DA792E"/>
    <w:rsid w:val="00DB3E7A"/>
    <w:rsid w:val="00DB5463"/>
    <w:rsid w:val="00DB6DD4"/>
    <w:rsid w:val="00DC44AD"/>
    <w:rsid w:val="00DE2E09"/>
    <w:rsid w:val="00DE4485"/>
    <w:rsid w:val="00E1103C"/>
    <w:rsid w:val="00E12C1A"/>
    <w:rsid w:val="00E1630F"/>
    <w:rsid w:val="00E22761"/>
    <w:rsid w:val="00E354EC"/>
    <w:rsid w:val="00E5745A"/>
    <w:rsid w:val="00E65AAD"/>
    <w:rsid w:val="00E72C59"/>
    <w:rsid w:val="00EB25DF"/>
    <w:rsid w:val="00EF69D6"/>
    <w:rsid w:val="00F17DD6"/>
    <w:rsid w:val="00F24EDD"/>
    <w:rsid w:val="00F451A5"/>
    <w:rsid w:val="00F45A74"/>
    <w:rsid w:val="00F520E7"/>
    <w:rsid w:val="00F526EF"/>
    <w:rsid w:val="00F611CE"/>
    <w:rsid w:val="00FA76AB"/>
    <w:rsid w:val="00FE5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1B9A89BE-9082-40AB-837C-92A168F78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9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7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5463"/>
    <w:pPr>
      <w:tabs>
        <w:tab w:val="center" w:pos="4252"/>
        <w:tab w:val="right" w:pos="8504"/>
      </w:tabs>
      <w:snapToGrid w:val="0"/>
    </w:pPr>
  </w:style>
  <w:style w:type="character" w:customStyle="1" w:styleId="a5">
    <w:name w:val="ヘッダー (文字)"/>
    <w:basedOn w:val="a0"/>
    <w:link w:val="a4"/>
    <w:uiPriority w:val="99"/>
    <w:rsid w:val="00DB5463"/>
  </w:style>
  <w:style w:type="paragraph" w:styleId="a6">
    <w:name w:val="footer"/>
    <w:basedOn w:val="a"/>
    <w:link w:val="a7"/>
    <w:uiPriority w:val="99"/>
    <w:unhideWhenUsed/>
    <w:rsid w:val="00DB5463"/>
    <w:pPr>
      <w:tabs>
        <w:tab w:val="center" w:pos="4252"/>
        <w:tab w:val="right" w:pos="8504"/>
      </w:tabs>
      <w:snapToGrid w:val="0"/>
    </w:pPr>
  </w:style>
  <w:style w:type="character" w:customStyle="1" w:styleId="a7">
    <w:name w:val="フッター (文字)"/>
    <w:basedOn w:val="a0"/>
    <w:link w:val="a6"/>
    <w:uiPriority w:val="99"/>
    <w:rsid w:val="00DB5463"/>
  </w:style>
  <w:style w:type="paragraph" w:styleId="a8">
    <w:name w:val="Balloon Text"/>
    <w:basedOn w:val="a"/>
    <w:link w:val="a9"/>
    <w:uiPriority w:val="99"/>
    <w:semiHidden/>
    <w:unhideWhenUsed/>
    <w:rsid w:val="00377D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7D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14595-0F70-4018-B6D3-E7E259A4E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AA8266AE.dotm</Template>
  <TotalTime>15</TotalTime>
  <Pages>1</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二梃木直樹</dc:creator>
  <cp:lastModifiedBy>小松原　健司</cp:lastModifiedBy>
  <cp:revision>16</cp:revision>
  <cp:lastPrinted>2014-06-18T23:40:00Z</cp:lastPrinted>
  <dcterms:created xsi:type="dcterms:W3CDTF">2014-06-17T02:14:00Z</dcterms:created>
  <dcterms:modified xsi:type="dcterms:W3CDTF">2020-08-27T11:06:00Z</dcterms:modified>
</cp:coreProperties>
</file>